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241142">
        <w:tc>
          <w:tcPr>
            <w:tcW w:w="0" w:type="auto"/>
            <w:shd w:val="clear" w:color="auto" w:fill="99CCFF"/>
          </w:tcPr>
          <w:p w:rsidR="00241142" w:rsidRDefault="00241142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Statics for Marine Engineers</w:t>
            </w:r>
          </w:p>
        </w:tc>
      </w:tr>
      <w:tr w:rsidR="00241142">
        <w:tc>
          <w:tcPr>
            <w:tcW w:w="0" w:type="auto"/>
            <w:shd w:val="clear" w:color="auto" w:fill="99CCFF"/>
          </w:tcPr>
          <w:p w:rsidR="00241142" w:rsidRDefault="00241142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241142">
        <w:tc>
          <w:tcPr>
            <w:tcW w:w="0" w:type="auto"/>
            <w:shd w:val="clear" w:color="auto" w:fill="99CCFF"/>
          </w:tcPr>
          <w:p w:rsidR="00241142" w:rsidRDefault="00241142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6</w:t>
            </w:r>
          </w:p>
        </w:tc>
      </w:tr>
      <w:tr w:rsidR="00241142">
        <w:trPr>
          <w:trHeight w:val="70"/>
        </w:trPr>
        <w:tc>
          <w:tcPr>
            <w:tcW w:w="0" w:type="auto"/>
            <w:shd w:val="clear" w:color="auto" w:fill="99CCFF"/>
          </w:tcPr>
          <w:p w:rsidR="00241142" w:rsidRDefault="00241142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241142" w:rsidRDefault="00241142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241142" w:rsidRDefault="00241142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241142" w:rsidRDefault="00241142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explain the differences between scalar and vector quantities</w:t>
            </w: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Identify the difference between scalar and vector quantities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examples of scalar and vector quantities</w:t>
            </w: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identify the properties of force</w:t>
            </w: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units for mass and force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the relationship between weight and mass</w:t>
            </w: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identify the effects of force</w:t>
            </w: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Identify the effects of the application of force</w:t>
            </w: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forces in a plane.</w:t>
            </w: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graphically and analytically the rectangular components of a force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graphically and analytically the resultant and the equilibrant of concurrent forces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the resultant and equilibrant moment of a force system</w:t>
            </w: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ListNumber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analyse idealised frameworks</w:t>
            </w:r>
          </w:p>
          <w:p w:rsidR="00241142" w:rsidRDefault="00241142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assumptions used when analysing an idealised framework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the reactions at the supports by applying the criteria for static equilibrium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by graphical means the forces and their nature in each member of a loaded framework</w:t>
            </w:r>
          </w:p>
        </w:tc>
      </w:tr>
      <w:tr w:rsidR="00241142">
        <w:trPr>
          <w:cantSplit/>
          <w:trHeight w:val="688"/>
        </w:trPr>
        <w:tc>
          <w:tcPr>
            <w:tcW w:w="0" w:type="auto"/>
          </w:tcPr>
          <w:p w:rsidR="00241142" w:rsidRDefault="00241142">
            <w:pPr>
              <w:pStyle w:val="TableText"/>
              <w:numPr>
                <w:ilvl w:val="0"/>
                <w:numId w:val="11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the effects of force on a simple engineering component</w:t>
            </w:r>
          </w:p>
        </w:tc>
        <w:tc>
          <w:tcPr>
            <w:tcW w:w="5538" w:type="dxa"/>
          </w:tcPr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definitions of the terms stress and strain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the relationships between force, stress, strain and Young’s modulus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Interpret stress/strain graphs for common engineering materials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stress, strain and change in length on a simple engineering component</w:t>
            </w:r>
          </w:p>
          <w:p w:rsidR="00241142" w:rsidRDefault="00241142">
            <w:pPr>
              <w:pStyle w:val="ListNumber"/>
              <w:numPr>
                <w:ilvl w:val="1"/>
                <w:numId w:val="11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the relationship between shear stress, force and cross sectional area on a simple engineering component</w:t>
            </w:r>
          </w:p>
        </w:tc>
      </w:tr>
      <w:tr w:rsidR="00241142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241142" w:rsidRDefault="00241142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241142" w:rsidRDefault="00241142">
            <w:pPr>
              <w:ind w:left="18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provide the candidate with the basic knowledge and understanding of Statics in an marine engineering context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241142">
        <w:trPr>
          <w:cantSplit/>
        </w:trPr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C11 Prepare and operate vessel propulsion machinery and ancillary systems</w:t>
            </w:r>
          </w:p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C34 Carry out maintenance of vessel mechanical machinery and systems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  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241142" w:rsidRDefault="00241142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241142">
        <w:tc>
          <w:tcPr>
            <w:tcW w:w="0" w:type="auto"/>
          </w:tcPr>
          <w:p w:rsidR="00241142" w:rsidRDefault="00241142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241142" w:rsidRDefault="00241142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241142" w:rsidRDefault="00241142">
      <w:pPr>
        <w:rPr>
          <w:rFonts w:ascii="Gill Sans MT" w:hAnsi="Gill Sans MT" w:cs="Gill Sans MT"/>
          <w:color w:val="000080"/>
        </w:rPr>
      </w:pPr>
    </w:p>
    <w:p w:rsidR="00241142" w:rsidRDefault="00241142">
      <w:pPr>
        <w:rPr>
          <w:color w:val="000080"/>
        </w:rPr>
      </w:pPr>
    </w:p>
    <w:sectPr w:rsidR="00241142" w:rsidSect="00241142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142" w:rsidRDefault="00241142">
      <w:r>
        <w:separator/>
      </w:r>
    </w:p>
  </w:endnote>
  <w:endnote w:type="continuationSeparator" w:id="0">
    <w:p w:rsidR="00241142" w:rsidRDefault="0024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42" w:rsidRDefault="00241142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</w:p>
  <w:p w:rsidR="00241142" w:rsidRDefault="002411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142" w:rsidRDefault="00241142">
      <w:r>
        <w:separator/>
      </w:r>
    </w:p>
  </w:footnote>
  <w:footnote w:type="continuationSeparator" w:id="0">
    <w:p w:rsidR="00241142" w:rsidRDefault="00241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42" w:rsidRDefault="00241142">
    <w:pPr>
      <w:pStyle w:val="Header"/>
    </w:pPr>
    <w: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C144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142"/>
    <w:rsid w:val="00241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3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9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0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397</Words>
  <Characters>2266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2010-08-12T07:38:00Z</dcterms:created>
  <dcterms:modified xsi:type="dcterms:W3CDTF">2010-09-14T15:11:00Z</dcterms:modified>
</cp:coreProperties>
</file>